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FAB7E2" w14:textId="19C1970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6111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6111C">
        <w:rPr>
          <w:rFonts w:ascii="Corbel" w:hAnsi="Corbel"/>
          <w:bCs/>
          <w:i/>
        </w:rPr>
        <w:t>23</w:t>
      </w:r>
    </w:p>
    <w:p w14:paraId="2F6D59E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11ED60D" w14:textId="0404468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</w:t>
      </w:r>
      <w:r w:rsidR="0051589B">
        <w:rPr>
          <w:rFonts w:ascii="Corbel" w:hAnsi="Corbel"/>
          <w:i/>
          <w:smallCaps/>
          <w:sz w:val="24"/>
          <w:szCs w:val="24"/>
        </w:rPr>
        <w:t>2</w:t>
      </w:r>
      <w:r w:rsidR="0086111C">
        <w:rPr>
          <w:rFonts w:ascii="Corbel" w:hAnsi="Corbel"/>
          <w:i/>
          <w:smallCaps/>
          <w:sz w:val="24"/>
          <w:szCs w:val="24"/>
        </w:rPr>
        <w:t>3</w:t>
      </w:r>
      <w:r w:rsidR="000E184B">
        <w:rPr>
          <w:rFonts w:ascii="Corbel" w:hAnsi="Corbel"/>
          <w:i/>
          <w:smallCaps/>
          <w:sz w:val="24"/>
          <w:szCs w:val="24"/>
        </w:rPr>
        <w:t>/202</w:t>
      </w:r>
      <w:r w:rsidR="0086111C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6706701C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9EE1EBA" w14:textId="112E8B9B" w:rsidR="0086111C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>ok akademicki   20</w:t>
      </w:r>
      <w:r w:rsidR="0051589B">
        <w:rPr>
          <w:rFonts w:ascii="Corbel" w:hAnsi="Corbel"/>
          <w:sz w:val="20"/>
          <w:szCs w:val="20"/>
        </w:rPr>
        <w:t>23</w:t>
      </w:r>
      <w:r w:rsidR="000E184B">
        <w:rPr>
          <w:rFonts w:ascii="Corbel" w:hAnsi="Corbel"/>
          <w:sz w:val="20"/>
          <w:szCs w:val="20"/>
        </w:rPr>
        <w:t>/202</w:t>
      </w:r>
      <w:r w:rsidR="0051589B">
        <w:rPr>
          <w:rFonts w:ascii="Corbel" w:hAnsi="Corbel"/>
          <w:sz w:val="20"/>
          <w:szCs w:val="20"/>
        </w:rPr>
        <w:t>4</w:t>
      </w:r>
      <w:r w:rsidR="0086111C">
        <w:rPr>
          <w:rFonts w:ascii="Corbel" w:hAnsi="Corbel"/>
          <w:sz w:val="20"/>
          <w:szCs w:val="20"/>
        </w:rPr>
        <w:t xml:space="preserve"> i 2024/2025</w:t>
      </w:r>
    </w:p>
    <w:p w14:paraId="309BA48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E03D8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13E99CA" w14:textId="77777777" w:rsidTr="00B819C8">
        <w:tc>
          <w:tcPr>
            <w:tcW w:w="2694" w:type="dxa"/>
            <w:vAlign w:val="center"/>
          </w:tcPr>
          <w:p w14:paraId="54A2650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09BA57" w14:textId="31B9097D"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</w:t>
            </w:r>
            <w:r w:rsidR="0086111C">
              <w:rPr>
                <w:rFonts w:ascii="Corbel" w:hAnsi="Corbel"/>
                <w:b w:val="0"/>
                <w:sz w:val="24"/>
                <w:szCs w:val="24"/>
              </w:rPr>
              <w:t>ucjonalny system profilaktyki społecznej, resocjalizacji i interwencji kryzysowej</w:t>
            </w:r>
          </w:p>
        </w:tc>
      </w:tr>
      <w:tr w:rsidR="0085747A" w:rsidRPr="009C54AE" w14:paraId="5CB0892B" w14:textId="77777777" w:rsidTr="00B819C8">
        <w:tc>
          <w:tcPr>
            <w:tcW w:w="2694" w:type="dxa"/>
            <w:vAlign w:val="center"/>
          </w:tcPr>
          <w:p w14:paraId="299E895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2088A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E32B5E" w14:textId="77777777" w:rsidTr="00B819C8">
        <w:tc>
          <w:tcPr>
            <w:tcW w:w="2694" w:type="dxa"/>
            <w:vAlign w:val="center"/>
          </w:tcPr>
          <w:p w14:paraId="7B8B14BA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1A7292B" w14:textId="7DD875D9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576101E" w14:textId="77777777" w:rsidTr="00B819C8">
        <w:tc>
          <w:tcPr>
            <w:tcW w:w="2694" w:type="dxa"/>
            <w:vAlign w:val="center"/>
          </w:tcPr>
          <w:p w14:paraId="3A0379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296F5" w14:textId="2A37EB74" w:rsidR="0085747A" w:rsidRPr="009C54AE" w:rsidRDefault="008C00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12D9944" w14:textId="77777777" w:rsidTr="00B819C8">
        <w:tc>
          <w:tcPr>
            <w:tcW w:w="2694" w:type="dxa"/>
            <w:vAlign w:val="center"/>
          </w:tcPr>
          <w:p w14:paraId="3D5523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50B49D" w14:textId="71CCC6BA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, sp. p</w:t>
            </w:r>
            <w:r w:rsidR="0086111C">
              <w:rPr>
                <w:rFonts w:ascii="Corbel" w:hAnsi="Corbel"/>
                <w:b w:val="0"/>
                <w:sz w:val="24"/>
                <w:szCs w:val="24"/>
              </w:rPr>
              <w:t>rofilaktyka społeczna z resocjalizacją</w:t>
            </w:r>
          </w:p>
        </w:tc>
      </w:tr>
      <w:tr w:rsidR="0085747A" w:rsidRPr="009C54AE" w14:paraId="4302BDF7" w14:textId="77777777" w:rsidTr="00B819C8">
        <w:tc>
          <w:tcPr>
            <w:tcW w:w="2694" w:type="dxa"/>
            <w:vAlign w:val="center"/>
          </w:tcPr>
          <w:p w14:paraId="2D5DA2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C28C461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2D013C02" w14:textId="77777777" w:rsidTr="00B819C8">
        <w:tc>
          <w:tcPr>
            <w:tcW w:w="2694" w:type="dxa"/>
            <w:vAlign w:val="center"/>
          </w:tcPr>
          <w:p w14:paraId="5B3E88F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195C93" w14:textId="4C1B965D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7161F2C" w14:textId="77777777" w:rsidTr="00B819C8">
        <w:tc>
          <w:tcPr>
            <w:tcW w:w="2694" w:type="dxa"/>
            <w:vAlign w:val="center"/>
          </w:tcPr>
          <w:p w14:paraId="2367F2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5DFD5B3" w14:textId="7747B4DB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8C004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14474FC7" w14:textId="77777777" w:rsidTr="00B819C8">
        <w:tc>
          <w:tcPr>
            <w:tcW w:w="2694" w:type="dxa"/>
            <w:vAlign w:val="center"/>
          </w:tcPr>
          <w:p w14:paraId="06B6D1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E8DE2EC" w14:textId="798D53DB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rok, 2 semestr; 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44E269B" w14:textId="77777777" w:rsidTr="00B819C8">
        <w:tc>
          <w:tcPr>
            <w:tcW w:w="2694" w:type="dxa"/>
            <w:vAlign w:val="center"/>
          </w:tcPr>
          <w:p w14:paraId="0ECC492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2032EA" w14:textId="7BB03B8C" w:rsidR="0085747A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47E6BE6" w14:textId="77777777" w:rsidTr="00B819C8">
        <w:tc>
          <w:tcPr>
            <w:tcW w:w="2694" w:type="dxa"/>
            <w:vAlign w:val="center"/>
          </w:tcPr>
          <w:p w14:paraId="052BDBD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E9E2856" w14:textId="3C637E7E" w:rsidR="00923D7D" w:rsidRPr="009C54AE" w:rsidRDefault="0086111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99CAFEF" w14:textId="77777777" w:rsidTr="00B819C8">
        <w:tc>
          <w:tcPr>
            <w:tcW w:w="2694" w:type="dxa"/>
            <w:vAlign w:val="center"/>
          </w:tcPr>
          <w:p w14:paraId="50FE056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C216E99" w14:textId="0A193201" w:rsidR="0085747A" w:rsidRPr="009C54AE" w:rsidRDefault="0086111C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1589B">
              <w:rPr>
                <w:rFonts w:ascii="Corbel" w:hAnsi="Corbel"/>
                <w:b w:val="0"/>
                <w:sz w:val="24"/>
                <w:szCs w:val="24"/>
              </w:rPr>
              <w:t>r Agnieszka Wróbel-Chmiel</w:t>
            </w:r>
          </w:p>
        </w:tc>
      </w:tr>
      <w:tr w:rsidR="0085747A" w:rsidRPr="009C54AE" w14:paraId="3894EA36" w14:textId="77777777" w:rsidTr="00B819C8">
        <w:tc>
          <w:tcPr>
            <w:tcW w:w="2694" w:type="dxa"/>
            <w:vAlign w:val="center"/>
          </w:tcPr>
          <w:p w14:paraId="3B1641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FCF8E5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E9F973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1396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48E2BF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3A75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FD763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88BD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A9A5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E7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C79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2EAF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F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C34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5FE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D71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E1E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FAE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B4E142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E2821" w14:textId="2FCDFD9A" w:rsidR="00015B8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6631E" w14:textId="10C7C698" w:rsidR="00015B8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5234E" w14:textId="77777777"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84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681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4AA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C91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97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146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7B82" w14:textId="5C2084D7" w:rsidR="00015B8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14:paraId="6700F839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8D60C" w14:textId="0C86CDF2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9B8" w14:textId="22514242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F387" w14:textId="7A5DBFA5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D57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65A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19F1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FC4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A9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03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D4305" w14:textId="66950C89" w:rsidR="0030395F" w:rsidRPr="009C54AE" w:rsidRDefault="008611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B3F81A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E5D4FB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C8D3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F61581F" w14:textId="41CE8D9C" w:rsidR="0085747A" w:rsidRPr="00EE47E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</w:t>
      </w:r>
      <w:r w:rsidRPr="00EE47E9">
        <w:rPr>
          <w:rFonts w:ascii="Corbel" w:hAnsi="Corbel"/>
          <w:smallCaps w:val="0"/>
          <w:szCs w:val="24"/>
        </w:rPr>
        <w:t xml:space="preserve"> </w:t>
      </w:r>
      <w:r w:rsidR="00CA634C">
        <w:rPr>
          <w:rFonts w:ascii="Corbel" w:hAnsi="Corbel"/>
          <w:b w:val="0"/>
          <w:bCs/>
          <w:smallCaps w:val="0"/>
          <w:szCs w:val="24"/>
        </w:rPr>
        <w:t xml:space="preserve">– </w:t>
      </w:r>
      <w:r w:rsidR="00EE47E9" w:rsidRPr="00EE47E9">
        <w:rPr>
          <w:rFonts w:ascii="Corbel" w:hAnsi="Corbel"/>
          <w:b w:val="0"/>
          <w:bCs/>
          <w:smallCaps w:val="0"/>
          <w:szCs w:val="24"/>
        </w:rPr>
        <w:t>zajęcia mogą być realizowane poza terenem Uczelni (w</w:t>
      </w:r>
      <w:r w:rsidR="00EE47E9">
        <w:rPr>
          <w:rFonts w:ascii="Corbel" w:hAnsi="Corbel"/>
          <w:b w:val="0"/>
          <w:bCs/>
          <w:smallCaps w:val="0"/>
          <w:szCs w:val="24"/>
        </w:rPr>
        <w:t> </w:t>
      </w:r>
      <w:r w:rsidR="00EE47E9" w:rsidRPr="00EE47E9">
        <w:rPr>
          <w:rFonts w:ascii="Corbel" w:hAnsi="Corbel"/>
          <w:b w:val="0"/>
          <w:bCs/>
          <w:smallCaps w:val="0"/>
          <w:szCs w:val="24"/>
        </w:rPr>
        <w:t>wybranych instytucjach)</w:t>
      </w:r>
    </w:p>
    <w:p w14:paraId="347E86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4EAD84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076FC6B" w14:textId="3E8806F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FBE87BD" w14:textId="4E901713" w:rsidR="009C54AE" w:rsidRDefault="0086111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pisemny, </w:t>
      </w:r>
      <w:r w:rsidR="000E184B">
        <w:rPr>
          <w:rFonts w:ascii="Corbel" w:hAnsi="Corbel"/>
          <w:b w:val="0"/>
          <w:szCs w:val="24"/>
        </w:rPr>
        <w:t>zaliczenie z oceną</w:t>
      </w:r>
    </w:p>
    <w:p w14:paraId="6B6A22AB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0DF1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43D38BC" w14:textId="77777777" w:rsidTr="00745302">
        <w:tc>
          <w:tcPr>
            <w:tcW w:w="9670" w:type="dxa"/>
          </w:tcPr>
          <w:p w14:paraId="3F3CA2C5" w14:textId="03E2EA8F" w:rsidR="0085747A" w:rsidRPr="009C54AE" w:rsidRDefault="000E184B" w:rsidP="002C43A9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wiedzy z zakresu</w:t>
            </w:r>
            <w:r w:rsidR="0086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pedagogiki ogólnej, profilaktyki społecznej oraz funkcjonowania </w:t>
            </w:r>
            <w:r w:rsidR="0086111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podstawowych </w:t>
            </w:r>
            <w:r w:rsidR="002F1FB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środowisk opiekuńczo-wychowawczych.</w:t>
            </w:r>
          </w:p>
        </w:tc>
      </w:tr>
    </w:tbl>
    <w:p w14:paraId="0BB63D9F" w14:textId="77777777"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41C8C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C17249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14A202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3BF620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14:paraId="542F6D70" w14:textId="77777777" w:rsidTr="00923D7D">
        <w:tc>
          <w:tcPr>
            <w:tcW w:w="851" w:type="dxa"/>
            <w:vAlign w:val="center"/>
          </w:tcPr>
          <w:p w14:paraId="201FE6A2" w14:textId="77777777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Hlk99538374"/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4D6EC2D" w14:textId="729C5D37" w:rsidR="007E59D5" w:rsidRPr="0044418F" w:rsidRDefault="0044418F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Przedstawienie studentom instytucjonalnego systemu profilaktyki, wychowania                        i resocjalizacji w Polsce oraz zasad odpowiedzialności prawnej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dorosłych i </w:t>
            </w:r>
            <w:r>
              <w:rPr>
                <w:rFonts w:ascii="Corbel" w:hAnsi="Corbel" w:cs="DejaVuSans"/>
                <w:sz w:val="24"/>
                <w:szCs w:val="24"/>
              </w:rPr>
              <w:t>nieletnich.</w:t>
            </w:r>
          </w:p>
        </w:tc>
      </w:tr>
      <w:tr w:rsidR="002C43A9" w:rsidRPr="009C54AE" w14:paraId="497425BA" w14:textId="77777777" w:rsidTr="00923D7D">
        <w:tc>
          <w:tcPr>
            <w:tcW w:w="851" w:type="dxa"/>
            <w:vAlign w:val="center"/>
          </w:tcPr>
          <w:p w14:paraId="3A8938F1" w14:textId="0673B4E5" w:rsidR="002C43A9" w:rsidRPr="009C54AE" w:rsidRDefault="004441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D5A3A1C" w14:textId="3BB761BA" w:rsidR="002C43A9" w:rsidRDefault="002C43A9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Zapoznanie studentów</w:t>
            </w:r>
            <w:r w:rsidR="00D428AD">
              <w:rPr>
                <w:rFonts w:ascii="Corbel" w:hAnsi="Corbel" w:cs="DejaVuSans"/>
                <w:sz w:val="24"/>
                <w:szCs w:val="24"/>
              </w:rPr>
              <w:t xml:space="preserve"> z podstawami prawnymi i organizacyjnymi funkcjonowania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instytucj</w:t>
            </w:r>
            <w:r w:rsidR="00D428AD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społecznych zajmujących się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2F1FB1">
              <w:rPr>
                <w:rFonts w:ascii="Corbel" w:hAnsi="Corbel" w:cs="DejaVuSans"/>
                <w:sz w:val="24"/>
                <w:szCs w:val="24"/>
              </w:rPr>
              <w:t>ką, wychowaniem, resocjalizacją i interwencją kryzysową</w:t>
            </w:r>
            <w:r w:rsidR="00D428AD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7E59D5" w:rsidRPr="009C54AE" w14:paraId="32170B7D" w14:textId="77777777" w:rsidTr="00923D7D">
        <w:tc>
          <w:tcPr>
            <w:tcW w:w="851" w:type="dxa"/>
            <w:vAlign w:val="center"/>
          </w:tcPr>
          <w:p w14:paraId="3A865288" w14:textId="0DB9EEF9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2C43A9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E55F14E" w14:textId="5D9C11EB" w:rsidR="007E59D5" w:rsidRPr="0044418F" w:rsidRDefault="007E59D5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instytucj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i zajmujących się </w:t>
            </w:r>
            <w:r w:rsidR="002F1FB1">
              <w:rPr>
                <w:rFonts w:ascii="Corbel" w:hAnsi="Corbel" w:cs="DejaVuSans"/>
                <w:sz w:val="24"/>
                <w:szCs w:val="24"/>
              </w:rPr>
              <w:t xml:space="preserve">działalnością </w:t>
            </w:r>
            <w:r w:rsidR="0044418F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2F1FB1">
              <w:rPr>
                <w:rFonts w:ascii="Corbel" w:hAnsi="Corbel" w:cs="DejaVuSans"/>
                <w:sz w:val="24"/>
                <w:szCs w:val="24"/>
              </w:rPr>
              <w:t>czną i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 wycho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wawczo-r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esocjaliza</w:t>
            </w:r>
            <w:r w:rsidR="002F1FB1">
              <w:rPr>
                <w:rFonts w:ascii="Corbel" w:hAnsi="Corbel" w:cs="DejaVuSans"/>
                <w:sz w:val="24"/>
                <w:szCs w:val="24"/>
              </w:rPr>
              <w:t>cyjną</w:t>
            </w:r>
            <w:r w:rsidR="005072A8">
              <w:rPr>
                <w:rFonts w:ascii="Corbel" w:hAnsi="Corbel" w:cs="DejaVuSans"/>
                <w:sz w:val="24"/>
                <w:szCs w:val="24"/>
              </w:rPr>
              <w:t xml:space="preserve"> oraz realizowanymi w tych instytucjach formami i metodami pracy 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wychowawczej, profilaktycznej i resocjalizacyjnej.</w:t>
            </w:r>
          </w:p>
        </w:tc>
      </w:tr>
      <w:tr w:rsidR="007E59D5" w:rsidRPr="009C54AE" w14:paraId="799E17DF" w14:textId="77777777" w:rsidTr="00923D7D">
        <w:tc>
          <w:tcPr>
            <w:tcW w:w="851" w:type="dxa"/>
            <w:vAlign w:val="center"/>
          </w:tcPr>
          <w:p w14:paraId="39207F32" w14:textId="3F66D018"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44418F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  <w:tc>
          <w:tcPr>
            <w:tcW w:w="8819" w:type="dxa"/>
            <w:vAlign w:val="center"/>
          </w:tcPr>
          <w:p w14:paraId="0E51F7DA" w14:textId="46547434" w:rsidR="007E59D5" w:rsidRPr="0044418F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Wykształcenie u studentów umiejętności dokonywania charakterystyki osób niedostosowanych społecznie 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i zagrożonych niedostosowaniem społecznym, </w:t>
            </w:r>
            <w:r>
              <w:rPr>
                <w:rFonts w:ascii="Corbel" w:hAnsi="Corbel" w:cs="DejaVuSans"/>
                <w:sz w:val="24"/>
                <w:szCs w:val="24"/>
              </w:rPr>
              <w:t>wymagających oddziaływań profilaktycznych</w:t>
            </w:r>
            <w:r w:rsidR="002F1FB1">
              <w:rPr>
                <w:rFonts w:ascii="Corbel" w:hAnsi="Corbel" w:cs="DejaVuSans"/>
                <w:sz w:val="24"/>
                <w:szCs w:val="24"/>
              </w:rPr>
              <w:t>, interwencyjnych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 w:rsidR="002F1FB1">
              <w:rPr>
                <w:rFonts w:ascii="Corbel" w:hAnsi="Corbel" w:cs="DejaVuSans"/>
                <w:sz w:val="24"/>
                <w:szCs w:val="24"/>
              </w:rPr>
              <w:t>wychowawczo-</w:t>
            </w:r>
            <w:r>
              <w:rPr>
                <w:rFonts w:ascii="Corbel" w:hAnsi="Corbel" w:cs="DejaVuSans"/>
                <w:sz w:val="24"/>
                <w:szCs w:val="24"/>
              </w:rPr>
              <w:t>resocjalizacyjnych</w:t>
            </w:r>
            <w:r w:rsidR="002F1FB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5072A8" w:rsidRPr="009C54AE" w14:paraId="52E8E4CC" w14:textId="77777777" w:rsidTr="00923D7D">
        <w:tc>
          <w:tcPr>
            <w:tcW w:w="851" w:type="dxa"/>
            <w:vAlign w:val="center"/>
          </w:tcPr>
          <w:p w14:paraId="69CC70C4" w14:textId="6258AFC5" w:rsidR="005072A8" w:rsidRDefault="005072A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0F0969" w14:textId="728063AE" w:rsidR="005072A8" w:rsidRDefault="005072A8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Wdrożenie studentów do dokonywania analizy i oceny problemów wychowawczych występujących w placówkach </w:t>
            </w:r>
            <w:r w:rsidR="00636134">
              <w:rPr>
                <w:rFonts w:ascii="Corbel" w:hAnsi="Corbel" w:cs="DejaVuSans"/>
                <w:sz w:val="24"/>
                <w:szCs w:val="24"/>
              </w:rPr>
              <w:t>zajmujących się profilaktyką</w:t>
            </w:r>
            <w:r w:rsidR="002F1FB1">
              <w:rPr>
                <w:rFonts w:ascii="Corbel" w:hAnsi="Corbel" w:cs="DejaVuSans"/>
                <w:sz w:val="24"/>
                <w:szCs w:val="24"/>
              </w:rPr>
              <w:t>, wychowaniem</w:t>
            </w:r>
            <w:r w:rsidR="00636134">
              <w:rPr>
                <w:rFonts w:ascii="Corbel" w:hAnsi="Corbel" w:cs="DejaVuSans"/>
                <w:sz w:val="24"/>
                <w:szCs w:val="24"/>
              </w:rPr>
              <w:t xml:space="preserve"> i</w:t>
            </w:r>
            <w:r w:rsidR="002F1FB1">
              <w:rPr>
                <w:rFonts w:ascii="Corbel" w:hAnsi="Corbel" w:cs="DejaVuSans"/>
                <w:sz w:val="24"/>
                <w:szCs w:val="24"/>
              </w:rPr>
              <w:t> </w:t>
            </w:r>
            <w:r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636134">
              <w:rPr>
                <w:rFonts w:ascii="Corbel" w:hAnsi="Corbel" w:cs="DejaVuSans"/>
                <w:sz w:val="24"/>
                <w:szCs w:val="24"/>
              </w:rPr>
              <w:t>ją.</w:t>
            </w:r>
          </w:p>
        </w:tc>
      </w:tr>
      <w:tr w:rsidR="002F1FB1" w:rsidRPr="009C54AE" w14:paraId="773E73AE" w14:textId="77777777" w:rsidTr="00923D7D">
        <w:tc>
          <w:tcPr>
            <w:tcW w:w="851" w:type="dxa"/>
            <w:vAlign w:val="center"/>
          </w:tcPr>
          <w:p w14:paraId="47AF9187" w14:textId="402FC45B" w:rsidR="002F1FB1" w:rsidRDefault="002F1FB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356ED06B" w14:textId="7B465BFF" w:rsidR="002F1FB1" w:rsidRDefault="002F1FB1" w:rsidP="004441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apoznanie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studentów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z </w:t>
            </w:r>
            <w:r>
              <w:rPr>
                <w:rFonts w:ascii="Corbel" w:hAnsi="Corbel" w:cs="DejaVuSans"/>
                <w:sz w:val="24"/>
                <w:szCs w:val="24"/>
              </w:rPr>
              <w:t>zagadnieniem efektywności instytucjonalnej pracy profilaktyczno-resocjalizacyjnej oraz wdrożenie do dokonywania analizy porównawczej rozwiązań systemowych dotyczących specyficznych cech i właściwości osób niedostosowanych społecznie przebywających w instytucjach profilaktyczno</w:t>
            </w:r>
            <w:r w:rsidR="000A2092">
              <w:rPr>
                <w:rFonts w:ascii="Corbel" w:hAnsi="Corbel" w:cs="DejaVuSans"/>
                <w:sz w:val="24"/>
                <w:szCs w:val="24"/>
              </w:rPr>
              <w:t>-</w:t>
            </w:r>
            <w:r>
              <w:rPr>
                <w:rFonts w:ascii="Corbel" w:hAnsi="Corbel" w:cs="DejaVuSans"/>
                <w:sz w:val="24"/>
                <w:szCs w:val="24"/>
              </w:rPr>
              <w:t>resocjalizacyjnych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. </w:t>
            </w:r>
          </w:p>
        </w:tc>
      </w:tr>
      <w:bookmarkEnd w:id="0"/>
    </w:tbl>
    <w:p w14:paraId="4106B04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8A4C3B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3F456D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728AC41" w14:textId="77777777" w:rsidTr="0071620A">
        <w:tc>
          <w:tcPr>
            <w:tcW w:w="1701" w:type="dxa"/>
            <w:vAlign w:val="center"/>
          </w:tcPr>
          <w:p w14:paraId="6FB41B0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4D863A6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B7E63E3" w14:textId="3E46A0D8" w:rsidR="008C0047" w:rsidRPr="008C0047" w:rsidRDefault="008C0047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Cs/>
                <w:smallCaps w:val="0"/>
                <w:szCs w:val="24"/>
              </w:rPr>
            </w:pPr>
            <w:r>
              <w:rPr>
                <w:rFonts w:ascii="Corbel" w:hAnsi="Corbel"/>
                <w:bCs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ACAF51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14:paraId="6C18AE1E" w14:textId="77777777" w:rsidTr="004645AD">
        <w:tc>
          <w:tcPr>
            <w:tcW w:w="1701" w:type="dxa"/>
          </w:tcPr>
          <w:p w14:paraId="3E64DEB4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EC075DC" w14:textId="15965596" w:rsidR="007E59D5" w:rsidRPr="007E59D5" w:rsidRDefault="008C0047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7E59D5">
              <w:rPr>
                <w:rFonts w:ascii="Corbel" w:hAnsi="Corbel"/>
                <w:sz w:val="24"/>
                <w:szCs w:val="24"/>
              </w:rPr>
              <w:t>mówi rodzaje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44418F">
              <w:rPr>
                <w:rFonts w:ascii="Corbel" w:hAnsi="Corbel" w:cs="DejaVuSans"/>
                <w:sz w:val="24"/>
                <w:szCs w:val="24"/>
              </w:rPr>
              <w:t xml:space="preserve">zajmujących się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profilakty</w:t>
            </w:r>
            <w:r w:rsidR="0044418F">
              <w:rPr>
                <w:rFonts w:ascii="Corbel" w:hAnsi="Corbel" w:cs="DejaVuSans"/>
                <w:sz w:val="24"/>
                <w:szCs w:val="24"/>
              </w:rPr>
              <w:t>ką, wychowaniem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, </w:t>
            </w:r>
            <w:r w:rsidR="007E59D5">
              <w:rPr>
                <w:rFonts w:ascii="Corbel" w:hAnsi="Corbel" w:cs="DejaVuSans"/>
                <w:sz w:val="24"/>
                <w:szCs w:val="24"/>
              </w:rPr>
              <w:t>resocjalizac</w:t>
            </w:r>
            <w:r w:rsidR="0044418F">
              <w:rPr>
                <w:rFonts w:ascii="Corbel" w:hAnsi="Corbel" w:cs="DejaVuSans"/>
                <w:sz w:val="24"/>
                <w:szCs w:val="24"/>
              </w:rPr>
              <w:t>ją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 i interwencją kryzysową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oraz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zachodzące między nimi relacje.</w:t>
            </w:r>
            <w:r w:rsid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787643EC" w14:textId="21DBBA67" w:rsidR="00D476C7" w:rsidRPr="009C54AE" w:rsidRDefault="007E59D5" w:rsidP="00D476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E59D5" w:rsidRPr="009C54AE" w14:paraId="7A667218" w14:textId="77777777" w:rsidTr="004645AD">
        <w:tc>
          <w:tcPr>
            <w:tcW w:w="1701" w:type="dxa"/>
          </w:tcPr>
          <w:p w14:paraId="09DC98A2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ED82955" w14:textId="4716A81F" w:rsidR="007E59D5" w:rsidRPr="007E59D5" w:rsidRDefault="007E59D5" w:rsidP="004645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3D1A34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os</w:t>
            </w:r>
            <w:r w:rsidR="003D1A34">
              <w:rPr>
                <w:rFonts w:ascii="Corbel" w:hAnsi="Corbel" w:cs="DejaVuSans"/>
                <w:sz w:val="24"/>
                <w:szCs w:val="24"/>
              </w:rPr>
              <w:t>oby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objęt</w:t>
            </w:r>
            <w:r w:rsidR="003D1A34">
              <w:rPr>
                <w:rFonts w:ascii="Corbel" w:hAnsi="Corbel" w:cs="DejaVuSans"/>
                <w:sz w:val="24"/>
                <w:szCs w:val="24"/>
              </w:rPr>
              <w:t>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oddziaływaniami profilaktycznym</w:t>
            </w:r>
            <w:r w:rsidR="000A2092">
              <w:rPr>
                <w:rFonts w:ascii="Corbel" w:hAnsi="Corbel" w:cs="DejaVuSans"/>
                <w:sz w:val="24"/>
                <w:szCs w:val="24"/>
              </w:rPr>
              <w:t>i, interwencyjnymi i wychowawczo-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resocjalizującymi</w:t>
            </w:r>
            <w:r w:rsidR="003D1A34">
              <w:rPr>
                <w:rFonts w:ascii="Corbel" w:hAnsi="Corbel" w:cs="DejaVuSans"/>
                <w:sz w:val="24"/>
                <w:szCs w:val="24"/>
              </w:rPr>
              <w:t xml:space="preserve"> w kontekście ich specyficznych cech i</w:t>
            </w:r>
            <w:r w:rsidR="000A2092">
              <w:rPr>
                <w:rFonts w:ascii="Corbel" w:hAnsi="Corbel" w:cs="DejaVuSans"/>
                <w:sz w:val="24"/>
                <w:szCs w:val="24"/>
              </w:rPr>
              <w:t> </w:t>
            </w:r>
            <w:r w:rsidR="003D1A34">
              <w:rPr>
                <w:rFonts w:ascii="Corbel" w:hAnsi="Corbel" w:cs="DejaVuSans"/>
                <w:sz w:val="24"/>
                <w:szCs w:val="24"/>
              </w:rPr>
              <w:t>właściwości.</w:t>
            </w:r>
          </w:p>
        </w:tc>
        <w:tc>
          <w:tcPr>
            <w:tcW w:w="1873" w:type="dxa"/>
          </w:tcPr>
          <w:p w14:paraId="75B6A1B4" w14:textId="05CCEE39" w:rsidR="004645AD" w:rsidRPr="004645AD" w:rsidRDefault="007E59D5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E59D5" w:rsidRPr="009C54AE" w14:paraId="0A9288C0" w14:textId="77777777" w:rsidTr="004645AD">
        <w:tc>
          <w:tcPr>
            <w:tcW w:w="1701" w:type="dxa"/>
          </w:tcPr>
          <w:p w14:paraId="4733FEBA" w14:textId="77777777"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30BFF0BA" w14:textId="370B77DB" w:rsidR="007E59D5" w:rsidRPr="007E59D5" w:rsidRDefault="008C0047" w:rsidP="004645AD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="003B1B90">
              <w:rPr>
                <w:rFonts w:ascii="Corbel" w:hAnsi="Corbel"/>
                <w:sz w:val="24"/>
                <w:szCs w:val="24"/>
              </w:rPr>
              <w:t xml:space="preserve">ymieni i opisze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podstawy prawne i organizacyjne </w:t>
            </w:r>
            <w:r w:rsidR="003B1B90" w:rsidRPr="007E59D5">
              <w:rPr>
                <w:rFonts w:ascii="Corbel" w:hAnsi="Corbel" w:cs="DejaVuSans"/>
                <w:sz w:val="24"/>
                <w:szCs w:val="24"/>
              </w:rPr>
              <w:t>funkcjonowania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 instytucji profilaktycznych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         </w:t>
            </w:r>
            <w:r w:rsidR="003B1B90">
              <w:rPr>
                <w:rFonts w:ascii="Corbel" w:hAnsi="Corbel" w:cs="DejaVuSans"/>
                <w:sz w:val="24"/>
                <w:szCs w:val="24"/>
              </w:rPr>
              <w:t xml:space="preserve">i </w:t>
            </w:r>
            <w:r w:rsidR="000A2092">
              <w:rPr>
                <w:rFonts w:ascii="Corbel" w:hAnsi="Corbel" w:cs="DejaVuSans"/>
                <w:sz w:val="24"/>
                <w:szCs w:val="24"/>
              </w:rPr>
              <w:t>wychowawczo-</w:t>
            </w:r>
            <w:r w:rsidR="003B1B90">
              <w:rPr>
                <w:rFonts w:ascii="Corbel" w:hAnsi="Corbel" w:cs="DejaVuSans"/>
                <w:sz w:val="24"/>
                <w:szCs w:val="24"/>
              </w:rPr>
              <w:t>resocjalizacyjnych, a także ich cele, zadania, formy</w:t>
            </w:r>
            <w:r w:rsidR="000A209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3B1B90">
              <w:rPr>
                <w:rFonts w:ascii="Corbel" w:hAnsi="Corbel" w:cs="DejaVuSans"/>
                <w:sz w:val="24"/>
                <w:szCs w:val="24"/>
              </w:rPr>
              <w:t>i metody pracy.</w:t>
            </w:r>
          </w:p>
        </w:tc>
        <w:tc>
          <w:tcPr>
            <w:tcW w:w="1873" w:type="dxa"/>
          </w:tcPr>
          <w:p w14:paraId="4E82CA2A" w14:textId="3720F111" w:rsidR="004645AD" w:rsidRPr="009C54AE" w:rsidRDefault="007E59D5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</w:t>
            </w:r>
            <w:r w:rsidR="003D1A3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0A2092" w:rsidRPr="009C54AE" w14:paraId="27012318" w14:textId="77777777" w:rsidTr="005E6E85">
        <w:tc>
          <w:tcPr>
            <w:tcW w:w="1701" w:type="dxa"/>
          </w:tcPr>
          <w:p w14:paraId="3294D8E9" w14:textId="77777777" w:rsidR="000A2092" w:rsidRPr="009C54AE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2BF4B8C" w14:textId="1107D976" w:rsidR="000A2092" w:rsidRPr="00927428" w:rsidRDefault="000A2092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analizy i oceny </w:t>
            </w:r>
            <w:r w:rsidR="008D71FE">
              <w:rPr>
                <w:rFonts w:ascii="Corbel" w:hAnsi="Corbel" w:cs="DejaVuSans"/>
                <w:sz w:val="24"/>
                <w:szCs w:val="24"/>
              </w:rPr>
              <w:t xml:space="preserve">działalności instytucji resocjalizacyjnych funkcjonujących w Polsce i zagranicą oraz zanalizuje </w:t>
            </w:r>
            <w:r>
              <w:rPr>
                <w:rFonts w:ascii="Corbel" w:hAnsi="Corbel" w:cs="DejaVuSans"/>
                <w:sz w:val="24"/>
                <w:szCs w:val="24"/>
              </w:rPr>
              <w:t>różn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problemow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sytuacj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wychowawcz</w:t>
            </w:r>
            <w:r w:rsidR="008D71FE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>
              <w:rPr>
                <w:rFonts w:ascii="Corbel" w:hAnsi="Corbel" w:cs="DejaVuSans"/>
                <w:sz w:val="24"/>
                <w:szCs w:val="24"/>
              </w:rPr>
              <w:lastRenderedPageBreak/>
              <w:t>jakie występują wśród podopiecznych placówek profilaktyczno-resocjalizacyjnych.</w:t>
            </w:r>
          </w:p>
        </w:tc>
        <w:tc>
          <w:tcPr>
            <w:tcW w:w="1873" w:type="dxa"/>
            <w:vMerge w:val="restart"/>
          </w:tcPr>
          <w:p w14:paraId="0FC22B3B" w14:textId="7A76B594" w:rsidR="000A2092" w:rsidRDefault="000A2092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</w:tc>
      </w:tr>
      <w:tr w:rsidR="000A2092" w:rsidRPr="009C54AE" w14:paraId="11CFBE10" w14:textId="77777777" w:rsidTr="005E6E85">
        <w:tc>
          <w:tcPr>
            <w:tcW w:w="1701" w:type="dxa"/>
          </w:tcPr>
          <w:p w14:paraId="306960FD" w14:textId="313EC4C1" w:rsidR="000A2092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5BA9EA7" w14:textId="0D20C03A" w:rsidR="000A2092" w:rsidRDefault="000A2092" w:rsidP="00927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Dokona analizy porównawczej rozwiązań systemowych dotyczących specyficznych cech i właściwości nieletnich                   i dorosłych podopiecznych placówek profilaktyczno-resocjalizacyjnych.</w:t>
            </w:r>
          </w:p>
        </w:tc>
        <w:tc>
          <w:tcPr>
            <w:tcW w:w="1873" w:type="dxa"/>
            <w:vMerge/>
          </w:tcPr>
          <w:p w14:paraId="73655737" w14:textId="77777777" w:rsidR="000A2092" w:rsidRDefault="000A2092" w:rsidP="004645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A2092" w:rsidRPr="009C54AE" w14:paraId="1E9D7629" w14:textId="77777777" w:rsidTr="005E6E85">
        <w:tc>
          <w:tcPr>
            <w:tcW w:w="1701" w:type="dxa"/>
          </w:tcPr>
          <w:p w14:paraId="71AC0D15" w14:textId="38464EB2" w:rsidR="000A2092" w:rsidRPr="009C54AE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07ED5C3" w14:textId="3127DD14" w:rsidR="000A2092" w:rsidRPr="007E59D5" w:rsidRDefault="000A2092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Oceni efektywność instytucjonalnej pracy profilaktycznej i wychowawczo-resocjalizacyjnej z osobami niedostosowanymi społecznie i zagrożonymi niedostosowaniem społecznym.</w:t>
            </w:r>
          </w:p>
        </w:tc>
        <w:tc>
          <w:tcPr>
            <w:tcW w:w="1873" w:type="dxa"/>
            <w:vMerge w:val="restart"/>
          </w:tcPr>
          <w:p w14:paraId="4CDB92D9" w14:textId="7A1E60DB" w:rsidR="000A2092" w:rsidRDefault="000A2092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A2092" w:rsidRPr="009C54AE" w14:paraId="5E9C4589" w14:textId="77777777" w:rsidTr="005E6E85">
        <w:tc>
          <w:tcPr>
            <w:tcW w:w="1701" w:type="dxa"/>
          </w:tcPr>
          <w:p w14:paraId="689708E5" w14:textId="1F936DC1" w:rsidR="000A2092" w:rsidRDefault="000A2092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053D1E6C" w14:textId="40C7D126" w:rsidR="000A2092" w:rsidRDefault="000A2092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Wskaże obszary w działalności instytucji profilaktycznych, interwencyjnych i wychowawczo-resocjalizacyjnych, które wymagają zmian i modyfikacji.</w:t>
            </w:r>
          </w:p>
        </w:tc>
        <w:tc>
          <w:tcPr>
            <w:tcW w:w="1873" w:type="dxa"/>
            <w:vMerge/>
          </w:tcPr>
          <w:p w14:paraId="14C4D7EC" w14:textId="77777777" w:rsidR="000A2092" w:rsidRDefault="000A2092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59D5" w:rsidRPr="009C54AE" w14:paraId="1A10563D" w14:textId="77777777" w:rsidTr="005E6E85">
        <w:tc>
          <w:tcPr>
            <w:tcW w:w="1701" w:type="dxa"/>
          </w:tcPr>
          <w:p w14:paraId="06C33767" w14:textId="1C2CC97F"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0A209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192C6DAD" w14:textId="15F64CF2" w:rsidR="007E59D5" w:rsidRPr="007E59D5" w:rsidRDefault="00B63D0C" w:rsidP="004D73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D476C7">
              <w:rPr>
                <w:rFonts w:ascii="Corbel" w:hAnsi="Corbel"/>
                <w:sz w:val="24"/>
                <w:szCs w:val="24"/>
              </w:rPr>
              <w:t>kreśli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                                       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z</w:t>
            </w:r>
            <w:r w:rsidR="004D73E1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D476C7">
              <w:rPr>
                <w:rFonts w:ascii="Corbel" w:hAnsi="Corbel" w:cs="DejaVuSans"/>
                <w:sz w:val="24"/>
                <w:szCs w:val="24"/>
              </w:rPr>
              <w:t xml:space="preserve"> i zagrożonymi niedostosowaniem społecznym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58784C34" w14:textId="3A410DB4" w:rsidR="00277119" w:rsidRDefault="007E59D5" w:rsidP="002771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FC9127C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D72551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BF8172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CD5D7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2B0384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520EAC" w14:textId="77777777" w:rsidTr="00923D7D">
        <w:tc>
          <w:tcPr>
            <w:tcW w:w="9639" w:type="dxa"/>
          </w:tcPr>
          <w:p w14:paraId="0D6BB6D7" w14:textId="1A0F991C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99452265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A743E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350DA1" w:rsidRPr="009C54AE" w14:paraId="39303494" w14:textId="77777777" w:rsidTr="00923D7D">
        <w:tc>
          <w:tcPr>
            <w:tcW w:w="9639" w:type="dxa"/>
          </w:tcPr>
          <w:p w14:paraId="4E1BB839" w14:textId="77777777" w:rsidR="00350DA1" w:rsidRDefault="00A743E0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Instytucjonalny system profilaktyki, resocjalizacji i interwencji kryzysowej w Polsce.</w:t>
            </w:r>
          </w:p>
          <w:p w14:paraId="7F09E201" w14:textId="24456DC4" w:rsidR="00A743E0" w:rsidRPr="00350DA1" w:rsidRDefault="00A743E0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Odpowiedzialność prawna dorosłych i nieletnich.</w:t>
            </w:r>
          </w:p>
        </w:tc>
      </w:tr>
      <w:tr w:rsidR="008D71FE" w:rsidRPr="009C54AE" w14:paraId="74771321" w14:textId="77777777" w:rsidTr="00923D7D">
        <w:tc>
          <w:tcPr>
            <w:tcW w:w="9639" w:type="dxa"/>
          </w:tcPr>
          <w:p w14:paraId="47A3DD8C" w14:textId="683B2BDB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Rozwój instytucjonalnego systemu resocjalizacji osób niedostosowanych społecznie.</w:t>
            </w:r>
          </w:p>
        </w:tc>
      </w:tr>
      <w:tr w:rsidR="008D71FE" w:rsidRPr="009C54AE" w14:paraId="39385B61" w14:textId="77777777" w:rsidTr="00923D7D">
        <w:tc>
          <w:tcPr>
            <w:tcW w:w="9639" w:type="dxa"/>
          </w:tcPr>
          <w:p w14:paraId="790C410F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nurty w resocjalizacji. </w:t>
            </w:r>
          </w:p>
          <w:p w14:paraId="4D299ED8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Teoria „rozwoju dojrzałości interpersonalnej” Sullivana </w:t>
            </w:r>
            <w:r w:rsidRPr="008D71FE">
              <w:rPr>
                <w:rFonts w:ascii="Corbel" w:hAnsi="Corbel"/>
                <w:sz w:val="24"/>
                <w:szCs w:val="24"/>
              </w:rPr>
              <w:t xml:space="preserve">Granta. </w:t>
            </w:r>
          </w:p>
          <w:p w14:paraId="649E920C" w14:textId="77777777" w:rsid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E">
              <w:rPr>
                <w:rFonts w:ascii="Corbel" w:hAnsi="Corbel"/>
                <w:sz w:val="24"/>
                <w:szCs w:val="24"/>
              </w:rPr>
              <w:t xml:space="preserve">„Teatr życia codziennego” Goffmana. </w:t>
            </w:r>
          </w:p>
          <w:p w14:paraId="230CB2E9" w14:textId="50BFAEB7" w:rsidR="008D71FE" w:rsidRPr="008D71FE" w:rsidRDefault="008D71FE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E">
              <w:rPr>
                <w:rFonts w:ascii="Corbel" w:hAnsi="Corbel"/>
                <w:sz w:val="24"/>
                <w:szCs w:val="24"/>
              </w:rPr>
              <w:t xml:space="preserve">Koncepcja </w:t>
            </w:r>
            <w:r w:rsidRPr="008D71FE">
              <w:rPr>
                <w:rFonts w:ascii="Corbel" w:hAnsi="Corbel"/>
                <w:i/>
                <w:iCs/>
                <w:sz w:val="24"/>
                <w:szCs w:val="24"/>
              </w:rPr>
              <w:t>resilience</w:t>
            </w:r>
            <w:r w:rsidRPr="008D71FE">
              <w:rPr>
                <w:rFonts w:ascii="Corbel" w:hAnsi="Corbel"/>
                <w:sz w:val="24"/>
                <w:szCs w:val="24"/>
              </w:rPr>
              <w:t xml:space="preserve"> (oporu-elastyczności).</w:t>
            </w:r>
          </w:p>
        </w:tc>
      </w:tr>
      <w:tr w:rsidR="0031334B" w:rsidRPr="009C54AE" w14:paraId="2D0F7256" w14:textId="77777777" w:rsidTr="00923D7D">
        <w:tc>
          <w:tcPr>
            <w:tcW w:w="9639" w:type="dxa"/>
          </w:tcPr>
          <w:p w14:paraId="5ED85A5C" w14:textId="488F4AB3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 system resocjalizacji penitencjarnej – podstawy prawne i organizacyjne.</w:t>
            </w:r>
          </w:p>
        </w:tc>
      </w:tr>
      <w:tr w:rsidR="008D71FE" w:rsidRPr="009C54AE" w14:paraId="21C86052" w14:textId="77777777" w:rsidTr="00923D7D">
        <w:tc>
          <w:tcPr>
            <w:tcW w:w="9639" w:type="dxa"/>
          </w:tcPr>
          <w:p w14:paraId="5678971A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resocjalizacji dorosłych w wybranych krajach europejskich i pozaeuropejskich </w:t>
            </w:r>
          </w:p>
          <w:p w14:paraId="6F155E1D" w14:textId="581270A7" w:rsidR="008D71FE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(np. Wielka Brytania, Niemcy, kraje skandynawskie, Stany Zjednoczone).</w:t>
            </w:r>
          </w:p>
        </w:tc>
      </w:tr>
      <w:tr w:rsidR="008D71FE" w:rsidRPr="009C54AE" w14:paraId="272194DC" w14:textId="77777777" w:rsidTr="00923D7D">
        <w:tc>
          <w:tcPr>
            <w:tcW w:w="9639" w:type="dxa"/>
          </w:tcPr>
          <w:p w14:paraId="6AD7139E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Dysfunkcjonalność instytucjonalnych systemów oddziaływań resocjalizacyjnych. </w:t>
            </w:r>
          </w:p>
          <w:p w14:paraId="407CFB8A" w14:textId="77777777" w:rsidR="0031334B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Problem efektywności instytucjonalnej pracy resocjalizacyjnej z osobami niedostosowanymi</w:t>
            </w:r>
          </w:p>
          <w:p w14:paraId="3E2B8888" w14:textId="15CAB6C0" w:rsidR="008D71FE" w:rsidRDefault="0031334B" w:rsidP="008D71F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społecznie.</w:t>
            </w:r>
          </w:p>
        </w:tc>
      </w:tr>
      <w:tr w:rsidR="0031334B" w:rsidRPr="009C54AE" w14:paraId="136B65DC" w14:textId="77777777" w:rsidTr="00923D7D">
        <w:tc>
          <w:tcPr>
            <w:tcW w:w="9639" w:type="dxa"/>
          </w:tcPr>
          <w:p w14:paraId="0A5CF0FC" w14:textId="77777777" w:rsidR="0031334B" w:rsidRDefault="0031334B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Terapia i resocjalizacja nieletnich i dorosłych uzależnionych od substancji psychoaktywnych                                                                                               </w:t>
            </w:r>
          </w:p>
          <w:p w14:paraId="3107CDB5" w14:textId="7313EB22" w:rsidR="0031334B" w:rsidRDefault="0031334B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przebywających w instytucjach resocjalizacyjnych – analiza porównawcza (opcjonalnie).</w:t>
            </w:r>
          </w:p>
        </w:tc>
      </w:tr>
      <w:tr w:rsidR="0031334B" w:rsidRPr="009C54AE" w14:paraId="022FFE22" w14:textId="77777777" w:rsidTr="00923D7D">
        <w:tc>
          <w:tcPr>
            <w:tcW w:w="9639" w:type="dxa"/>
          </w:tcPr>
          <w:p w14:paraId="699972DF" w14:textId="77777777" w:rsidR="004416F4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Rozwiązania systemowe w zakresie readaptacji społecznej, opieki i pomocy udzielanej </w:t>
            </w:r>
          </w:p>
          <w:p w14:paraId="7C3FC9DD" w14:textId="77777777" w:rsidR="004416F4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nieletnim i dorosłym opuszczającym placówki resocjalizacyjne – analiza porównawcza </w:t>
            </w:r>
          </w:p>
          <w:p w14:paraId="3A058E47" w14:textId="116F7748" w:rsidR="0031334B" w:rsidRDefault="004416F4" w:rsidP="0031334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(opcjonalnie)</w:t>
            </w:r>
          </w:p>
        </w:tc>
      </w:tr>
      <w:tr w:rsidR="004416F4" w:rsidRPr="009C54AE" w14:paraId="3FF44803" w14:textId="77777777" w:rsidTr="00923D7D">
        <w:tc>
          <w:tcPr>
            <w:tcW w:w="9639" w:type="dxa"/>
          </w:tcPr>
          <w:p w14:paraId="16D2B678" w14:textId="77777777" w:rsidR="004416F4" w:rsidRDefault="004416F4" w:rsidP="004416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Rozwiązania systemowe wobec nastoletnich i dorosłych matek i kobiet ciężarnych </w:t>
            </w:r>
          </w:p>
          <w:p w14:paraId="1AF4E4A5" w14:textId="6DAC5044" w:rsidR="004416F4" w:rsidRDefault="004416F4" w:rsidP="004416F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przebywających w instytucjach resocjalizacyjnych – analiza porównawcza (opcjonalnie).</w:t>
            </w:r>
          </w:p>
        </w:tc>
      </w:tr>
      <w:bookmarkEnd w:id="1"/>
    </w:tbl>
    <w:p w14:paraId="3462501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A854F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D00E7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565F39C3" w14:textId="77777777" w:rsidTr="00923D7D">
        <w:tc>
          <w:tcPr>
            <w:tcW w:w="9639" w:type="dxa"/>
          </w:tcPr>
          <w:p w14:paraId="56C81F22" w14:textId="72C8BD35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99452373"/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  <w:r w:rsidR="00A743E0"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D428AD" w:rsidRPr="009C54AE" w14:paraId="7AEF98A6" w14:textId="77777777" w:rsidTr="00923D7D">
        <w:tc>
          <w:tcPr>
            <w:tcW w:w="9639" w:type="dxa"/>
          </w:tcPr>
          <w:p w14:paraId="6C6BB444" w14:textId="602A3B1D" w:rsidR="00D428AD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Profilaktyczna, diagnostyczna i resocjalizacyjna rola placówek dla nieletnich mieszczących się          w ramach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 Ministerstwa Sprawiedliwości</w:t>
            </w:r>
            <w:r w:rsidR="00A743E0">
              <w:rPr>
                <w:rFonts w:ascii="Corbel" w:hAnsi="Corbel" w:cs="DejaVuSans"/>
                <w:sz w:val="24"/>
                <w:szCs w:val="24"/>
              </w:rPr>
              <w:t xml:space="preserve">: </w:t>
            </w: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akłady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oprawcze, </w:t>
            </w:r>
            <w:r>
              <w:rPr>
                <w:rFonts w:ascii="Corbel" w:hAnsi="Corbel" w:cs="DejaVuSans"/>
                <w:sz w:val="24"/>
                <w:szCs w:val="24"/>
              </w:rPr>
              <w:t>s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chroniska dla </w:t>
            </w:r>
            <w:r>
              <w:rPr>
                <w:rFonts w:ascii="Corbel" w:hAnsi="Corbel" w:cs="DejaVuSans"/>
                <w:sz w:val="24"/>
                <w:szCs w:val="24"/>
              </w:rPr>
              <w:t>n</w:t>
            </w:r>
            <w:r w:rsidR="00EE7CE0">
              <w:rPr>
                <w:rFonts w:ascii="Corbel" w:hAnsi="Corbel" w:cs="DejaVuSans"/>
                <w:sz w:val="24"/>
                <w:szCs w:val="24"/>
              </w:rPr>
              <w:t xml:space="preserve">ieletnich, </w:t>
            </w:r>
            <w:r w:rsidR="0031334B">
              <w:rPr>
                <w:rFonts w:ascii="Corbel" w:hAnsi="Corbel" w:cs="DejaVuSans"/>
                <w:sz w:val="24"/>
                <w:szCs w:val="24"/>
              </w:rPr>
              <w:lastRenderedPageBreak/>
              <w:t xml:space="preserve">kuratorzy sądowi, </w:t>
            </w:r>
            <w:r>
              <w:rPr>
                <w:rFonts w:ascii="Corbel" w:hAnsi="Corbel" w:cs="DejaVuSans"/>
                <w:sz w:val="24"/>
                <w:szCs w:val="24"/>
              </w:rPr>
              <w:t>k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uratorskie </w:t>
            </w:r>
            <w:r>
              <w:rPr>
                <w:rFonts w:ascii="Corbel" w:hAnsi="Corbel" w:cs="DejaVuSans"/>
                <w:sz w:val="24"/>
                <w:szCs w:val="24"/>
              </w:rPr>
              <w:t>o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środki </w:t>
            </w:r>
            <w:r>
              <w:rPr>
                <w:rFonts w:ascii="Corbel" w:hAnsi="Corbel" w:cs="DejaVuSans"/>
                <w:sz w:val="24"/>
                <w:szCs w:val="24"/>
              </w:rPr>
              <w:t>p</w:t>
            </w:r>
            <w:r w:rsidR="003776C4">
              <w:rPr>
                <w:rFonts w:ascii="Corbel" w:hAnsi="Corbel" w:cs="DejaVuSans"/>
                <w:sz w:val="24"/>
                <w:szCs w:val="24"/>
              </w:rPr>
              <w:t xml:space="preserve">racy z </w:t>
            </w:r>
            <w:r>
              <w:rPr>
                <w:rFonts w:ascii="Corbel" w:hAnsi="Corbel" w:cs="DejaVuSans"/>
                <w:sz w:val="24"/>
                <w:szCs w:val="24"/>
              </w:rPr>
              <w:t>m</w:t>
            </w:r>
            <w:r w:rsidR="003776C4">
              <w:rPr>
                <w:rFonts w:ascii="Corbel" w:hAnsi="Corbel" w:cs="DejaVuSans"/>
                <w:sz w:val="24"/>
                <w:szCs w:val="24"/>
              </w:rPr>
              <w:t>łodzieżą, Opiniodawcze Zespoły Sądowych Specjalistów</w:t>
            </w:r>
            <w:r w:rsidR="00A743E0">
              <w:rPr>
                <w:rFonts w:ascii="Corbel" w:hAnsi="Corbel" w:cs="DejaVuSans"/>
                <w:sz w:val="24"/>
                <w:szCs w:val="24"/>
              </w:rPr>
              <w:t xml:space="preserve"> (dawniej RODKi</w:t>
            </w:r>
            <w:r w:rsidR="003776C4">
              <w:rPr>
                <w:rFonts w:ascii="Corbel" w:hAnsi="Corbel" w:cs="DejaVuSans"/>
                <w:sz w:val="24"/>
                <w:szCs w:val="24"/>
              </w:rPr>
              <w:t>)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06255C" w:rsidRPr="009C54AE" w14:paraId="2166BA96" w14:textId="77777777" w:rsidTr="00923D7D">
        <w:tc>
          <w:tcPr>
            <w:tcW w:w="9639" w:type="dxa"/>
          </w:tcPr>
          <w:p w14:paraId="4A906B07" w14:textId="6FC4EB04" w:rsidR="0006255C" w:rsidRDefault="0006255C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lastRenderedPageBreak/>
              <w:t>Działalność  profilaktyczna i wychowawczo-resocjalizacyjna instytucji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oświatowych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(szkoły</w:t>
            </w:r>
            <w:r w:rsidR="00F42522"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                  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pedago</w:t>
            </w:r>
            <w:r w:rsidR="00F42522">
              <w:rPr>
                <w:rFonts w:ascii="Corbel" w:hAnsi="Corbel" w:cs="DejaVuSans"/>
                <w:sz w:val="24"/>
                <w:szCs w:val="24"/>
              </w:rPr>
              <w:t>dzy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szkoln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, </w:t>
            </w:r>
            <w:r w:rsidR="0031334B">
              <w:rPr>
                <w:rFonts w:ascii="Corbel" w:hAnsi="Corbel" w:cs="DejaVuSans"/>
                <w:sz w:val="24"/>
                <w:szCs w:val="24"/>
              </w:rPr>
              <w:t xml:space="preserve">bursy i internaty, </w:t>
            </w:r>
            <w:r>
              <w:rPr>
                <w:rFonts w:ascii="Corbel" w:hAnsi="Corbel" w:cs="DejaVuSans"/>
                <w:sz w:val="24"/>
                <w:szCs w:val="24"/>
              </w:rPr>
              <w:t>Poradni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Psychologiczno-Pedagogiczn</w:t>
            </w:r>
            <w:r w:rsidR="00F42522">
              <w:rPr>
                <w:rFonts w:ascii="Corbel" w:hAnsi="Corbel" w:cs="DejaVuSans"/>
                <w:sz w:val="24"/>
                <w:szCs w:val="24"/>
              </w:rPr>
              <w:t>e</w:t>
            </w:r>
            <w:r>
              <w:rPr>
                <w:rFonts w:ascii="Corbel" w:hAnsi="Corbel" w:cs="DejaVuSans"/>
                <w:sz w:val="24"/>
                <w:szCs w:val="24"/>
              </w:rPr>
              <w:t>,</w:t>
            </w:r>
            <w:r w:rsidR="00022EDD">
              <w:rPr>
                <w:rFonts w:ascii="Corbel" w:hAnsi="Corbel" w:cs="DejaVuSans"/>
                <w:sz w:val="24"/>
                <w:szCs w:val="24"/>
              </w:rPr>
              <w:t xml:space="preserve"> Ochotnicze Hufce Pracy,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="00F42522">
              <w:rPr>
                <w:rFonts w:ascii="Corbel" w:hAnsi="Corbel" w:cs="DejaVuSans"/>
                <w:sz w:val="24"/>
                <w:szCs w:val="24"/>
              </w:rPr>
              <w:t>Młodzieżowe Ośrodki Wychowawcze i Młodzieżowe Ośrodki Socjoterapii).</w:t>
            </w:r>
          </w:p>
        </w:tc>
      </w:tr>
      <w:tr w:rsidR="00F42522" w:rsidRPr="009C54AE" w14:paraId="3D65629B" w14:textId="77777777" w:rsidTr="00923D7D">
        <w:tc>
          <w:tcPr>
            <w:tcW w:w="9639" w:type="dxa"/>
          </w:tcPr>
          <w:p w14:paraId="4406367E" w14:textId="3B53A6C7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Rola Policji w zapobieganiu demoralizacji nieletnich (Policyjne Izby Dziecka, Policyjni Specjaliści </w:t>
            </w:r>
            <w:r w:rsidR="00A743E0">
              <w:rPr>
                <w:rFonts w:ascii="Corbel" w:hAnsi="Corbel" w:cs="DejaVuSans"/>
                <w:sz w:val="24"/>
                <w:szCs w:val="24"/>
              </w:rPr>
              <w:t>np</w:t>
            </w:r>
            <w:r>
              <w:rPr>
                <w:rFonts w:ascii="Corbel" w:hAnsi="Corbel" w:cs="DejaVuSans"/>
                <w:sz w:val="24"/>
                <w:szCs w:val="24"/>
              </w:rPr>
              <w:t>. Nieletnich).</w:t>
            </w:r>
          </w:p>
        </w:tc>
      </w:tr>
      <w:tr w:rsidR="00F42522" w:rsidRPr="009C54AE" w14:paraId="4F3401D7" w14:textId="77777777" w:rsidTr="00923D7D">
        <w:tc>
          <w:tcPr>
            <w:tcW w:w="9639" w:type="dxa"/>
          </w:tcPr>
          <w:p w14:paraId="0D77FD10" w14:textId="6CA5CE3D" w:rsidR="00F42522" w:rsidRDefault="00F42522" w:rsidP="00893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 xml:space="preserve">Profilaktyczne i uspołeczniające znaczenie instytucji </w:t>
            </w:r>
            <w:r w:rsidR="0083292D">
              <w:rPr>
                <w:rFonts w:ascii="Corbel" w:hAnsi="Corbel" w:cs="DejaVuSans"/>
                <w:sz w:val="24"/>
                <w:szCs w:val="24"/>
              </w:rPr>
              <w:t>opiekuńczo-wychowawczych i ośrodków pomocy społecznej (pogotowia opiekuńcze, domy dziecka, rodziny zastępcze, MOPS, GOPS, PCPR</w:t>
            </w:r>
            <w:r w:rsidR="0031334B">
              <w:rPr>
                <w:rFonts w:ascii="Corbel" w:hAnsi="Corbel" w:cs="DejaVuSans"/>
                <w:sz w:val="24"/>
                <w:szCs w:val="24"/>
              </w:rPr>
              <w:t>,</w:t>
            </w:r>
            <w:r w:rsidR="0083292D">
              <w:rPr>
                <w:rFonts w:ascii="Corbel" w:hAnsi="Corbel" w:cs="DejaVuSans"/>
                <w:sz w:val="24"/>
                <w:szCs w:val="24"/>
              </w:rPr>
              <w:t xml:space="preserve"> DPS, OIK</w:t>
            </w:r>
            <w:r w:rsidR="00022EDD">
              <w:rPr>
                <w:rFonts w:ascii="Corbel" w:hAnsi="Corbel" w:cs="DejaVuSans"/>
                <w:sz w:val="24"/>
                <w:szCs w:val="24"/>
              </w:rPr>
              <w:t>).</w:t>
            </w:r>
          </w:p>
        </w:tc>
      </w:tr>
      <w:bookmarkEnd w:id="2"/>
    </w:tbl>
    <w:p w14:paraId="639E9E10" w14:textId="77777777" w:rsidR="004416F4" w:rsidRDefault="004416F4" w:rsidP="0031334B">
      <w:pPr>
        <w:pStyle w:val="Punktygwne"/>
        <w:spacing w:before="0" w:after="0"/>
        <w:ind w:firstLine="426"/>
        <w:rPr>
          <w:rFonts w:ascii="Corbel" w:hAnsi="Corbel"/>
          <w:smallCaps w:val="0"/>
          <w:szCs w:val="24"/>
        </w:rPr>
      </w:pPr>
    </w:p>
    <w:p w14:paraId="0BA3F74C" w14:textId="069029C2" w:rsidR="0085747A" w:rsidRPr="009C54AE" w:rsidRDefault="009F4610" w:rsidP="0031334B">
      <w:pPr>
        <w:pStyle w:val="Punktygwne"/>
        <w:spacing w:before="0" w:after="0"/>
        <w:ind w:firstLine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52DADA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480C40" w14:textId="6C8EC951" w:rsidR="00A743E0" w:rsidRDefault="00A743E0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wykład problemowy z dyskusją.</w:t>
      </w:r>
    </w:p>
    <w:p w14:paraId="5A8E235B" w14:textId="46416838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7535D4">
        <w:rPr>
          <w:rFonts w:ascii="Corbel" w:hAnsi="Corbel"/>
          <w:b w:val="0"/>
          <w:smallCaps w:val="0"/>
          <w:szCs w:val="24"/>
        </w:rPr>
        <w:t xml:space="preserve">analiza tekstów z </w:t>
      </w:r>
      <w:r w:rsidR="008935E2">
        <w:rPr>
          <w:rFonts w:ascii="Corbel" w:hAnsi="Corbel"/>
          <w:b w:val="0"/>
          <w:smallCaps w:val="0"/>
          <w:szCs w:val="24"/>
        </w:rPr>
        <w:t>dyskusj</w:t>
      </w:r>
      <w:r w:rsidR="007535D4">
        <w:rPr>
          <w:rFonts w:ascii="Corbel" w:hAnsi="Corbel"/>
          <w:b w:val="0"/>
          <w:smallCaps w:val="0"/>
          <w:szCs w:val="24"/>
        </w:rPr>
        <w:t>ą</w:t>
      </w:r>
      <w:r w:rsidR="008935E2">
        <w:rPr>
          <w:rFonts w:ascii="Corbel" w:hAnsi="Corbel"/>
          <w:b w:val="0"/>
          <w:smallCaps w:val="0"/>
          <w:szCs w:val="24"/>
        </w:rPr>
        <w:t>, praca w grupach</w:t>
      </w:r>
      <w:r w:rsidR="007535D4">
        <w:rPr>
          <w:rFonts w:ascii="Corbel" w:hAnsi="Corbel"/>
          <w:b w:val="0"/>
          <w:smallCaps w:val="0"/>
          <w:szCs w:val="24"/>
        </w:rPr>
        <w:t>.</w:t>
      </w:r>
    </w:p>
    <w:p w14:paraId="19EF2DC2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BB264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8FBA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09A87B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3562A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287D9869" w14:textId="77777777" w:rsidTr="00C05F44">
        <w:tc>
          <w:tcPr>
            <w:tcW w:w="1985" w:type="dxa"/>
            <w:vAlign w:val="center"/>
          </w:tcPr>
          <w:p w14:paraId="7B9F320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55069BA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8F4DD37" w14:textId="795C8B8A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A743E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4D735E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3B141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B33C3FE" w14:textId="77777777" w:rsidTr="00C05F44">
        <w:tc>
          <w:tcPr>
            <w:tcW w:w="1985" w:type="dxa"/>
          </w:tcPr>
          <w:p w14:paraId="754CAB83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195CC9B6" w14:textId="0489F51D" w:rsidR="0085747A" w:rsidRPr="00C542A5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ED167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7B30E2E" w14:textId="7AB99A3E" w:rsidR="0085747A" w:rsidRPr="009C54AE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384B3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76FA444" w14:textId="77777777" w:rsidTr="00C05F44">
        <w:tc>
          <w:tcPr>
            <w:tcW w:w="1985" w:type="dxa"/>
          </w:tcPr>
          <w:p w14:paraId="1BF2B37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8DC1EBE" w14:textId="6BF27333" w:rsidR="0085747A" w:rsidRPr="009C54AE" w:rsidRDefault="000B337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</w:t>
            </w:r>
            <w:r w:rsidR="00384B39">
              <w:rPr>
                <w:rFonts w:ascii="Corbel" w:hAnsi="Corbel"/>
                <w:b w:val="0"/>
                <w:szCs w:val="24"/>
              </w:rPr>
              <w:t xml:space="preserve"> kolokwium</w:t>
            </w:r>
          </w:p>
        </w:tc>
        <w:tc>
          <w:tcPr>
            <w:tcW w:w="2126" w:type="dxa"/>
          </w:tcPr>
          <w:p w14:paraId="3F944D8B" w14:textId="4F66B008" w:rsidR="0085747A" w:rsidRPr="009C54AE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="00384B39">
              <w:rPr>
                <w:rFonts w:ascii="Corbel" w:hAnsi="Corbel"/>
                <w:b w:val="0"/>
                <w:szCs w:val="24"/>
              </w:rPr>
              <w:t>w</w:t>
            </w:r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C542A5" w:rsidRPr="009C54AE" w14:paraId="64CD07C7" w14:textId="77777777" w:rsidTr="00C05F44">
        <w:tc>
          <w:tcPr>
            <w:tcW w:w="1985" w:type="dxa"/>
          </w:tcPr>
          <w:p w14:paraId="50FD8537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8EC77E2" w14:textId="0711D4E4"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0B3376">
              <w:rPr>
                <w:rFonts w:ascii="Corbel" w:hAnsi="Corbel"/>
                <w:b w:val="0"/>
                <w:szCs w:val="24"/>
              </w:rPr>
              <w:t>,</w:t>
            </w:r>
            <w:r w:rsidR="00ED167B">
              <w:rPr>
                <w:rFonts w:ascii="Corbel" w:hAnsi="Corbel"/>
                <w:b w:val="0"/>
                <w:szCs w:val="24"/>
              </w:rPr>
              <w:t xml:space="preserve"> kolokwium,</w:t>
            </w:r>
            <w:r w:rsidR="000B3376">
              <w:rPr>
                <w:rFonts w:ascii="Corbel" w:hAnsi="Corbel"/>
                <w:b w:val="0"/>
                <w:szCs w:val="24"/>
              </w:rPr>
              <w:t xml:space="preserve"> </w:t>
            </w:r>
            <w:r w:rsidR="00A743E0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2BFD7F8" w14:textId="50240BE8" w:rsidR="00C542A5" w:rsidRPr="009C54AE" w:rsidRDefault="00A743E0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078C3CD" w14:textId="77777777" w:rsidTr="00C05F44">
        <w:tc>
          <w:tcPr>
            <w:tcW w:w="1985" w:type="dxa"/>
          </w:tcPr>
          <w:p w14:paraId="28B05076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F0B7951" w14:textId="242CA749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ED167B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639BF9D" w14:textId="6A9606D9" w:rsidR="00C542A5" w:rsidRDefault="008D71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2F1A8135" w14:textId="77777777" w:rsidTr="00C05F44">
        <w:tc>
          <w:tcPr>
            <w:tcW w:w="1985" w:type="dxa"/>
          </w:tcPr>
          <w:p w14:paraId="23FC5A2E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31C4DDC" w14:textId="19CC901B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udział w dyskusji, </w:t>
            </w:r>
            <w:r w:rsidR="00ED167B"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0FE3BEC7" w14:textId="6F6E81AF" w:rsidR="00C542A5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6FC60E80" w14:textId="77777777" w:rsidTr="00C05F44">
        <w:tc>
          <w:tcPr>
            <w:tcW w:w="1985" w:type="dxa"/>
          </w:tcPr>
          <w:p w14:paraId="26DB887A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4F0F68F7" w14:textId="55636100" w:rsidR="00C542A5" w:rsidRDefault="007535D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  <w:r w:rsidR="00ED167B">
              <w:rPr>
                <w:rFonts w:ascii="Corbel" w:hAnsi="Corbel"/>
                <w:b w:val="0"/>
                <w:szCs w:val="24"/>
              </w:rPr>
              <w:t>, egzamin</w:t>
            </w:r>
          </w:p>
        </w:tc>
        <w:tc>
          <w:tcPr>
            <w:tcW w:w="2126" w:type="dxa"/>
          </w:tcPr>
          <w:p w14:paraId="1D3AB1DC" w14:textId="654BE1AE" w:rsidR="00C542A5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7535D4">
              <w:rPr>
                <w:rFonts w:ascii="Corbel" w:hAnsi="Corbel"/>
                <w:b w:val="0"/>
                <w:szCs w:val="24"/>
              </w:rPr>
              <w:t>ć</w:t>
            </w:r>
            <w:r w:rsidR="00C542A5">
              <w:rPr>
                <w:rFonts w:ascii="Corbel" w:hAnsi="Corbel"/>
                <w:b w:val="0"/>
                <w:szCs w:val="24"/>
              </w:rPr>
              <w:t>w</w:t>
            </w:r>
            <w:r w:rsidR="007535D4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A743E0" w:rsidRPr="009C54AE" w14:paraId="17F9AC0B" w14:textId="77777777" w:rsidTr="00C05F44">
        <w:tc>
          <w:tcPr>
            <w:tcW w:w="1985" w:type="dxa"/>
          </w:tcPr>
          <w:p w14:paraId="072526DB" w14:textId="390A96AC" w:rsidR="00A743E0" w:rsidRDefault="00A743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375060AC" w14:textId="784A1D32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</w:t>
            </w:r>
          </w:p>
        </w:tc>
        <w:tc>
          <w:tcPr>
            <w:tcW w:w="2126" w:type="dxa"/>
          </w:tcPr>
          <w:p w14:paraId="21997A68" w14:textId="6294C724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743E0" w:rsidRPr="009C54AE" w14:paraId="68CB0795" w14:textId="77777777" w:rsidTr="00C05F44">
        <w:tc>
          <w:tcPr>
            <w:tcW w:w="1985" w:type="dxa"/>
          </w:tcPr>
          <w:p w14:paraId="6BC40853" w14:textId="35192DBA" w:rsidR="00A743E0" w:rsidRDefault="00A743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14:paraId="5A804BD7" w14:textId="07C5907C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udział w dyskusji, egzamin</w:t>
            </w:r>
          </w:p>
        </w:tc>
        <w:tc>
          <w:tcPr>
            <w:tcW w:w="2126" w:type="dxa"/>
          </w:tcPr>
          <w:p w14:paraId="06EA6255" w14:textId="394A4609" w:rsidR="00A743E0" w:rsidRDefault="00ED167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66853D09" w14:textId="6E622491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837D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F73762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35BDC00" w14:textId="77777777" w:rsidTr="00923D7D">
        <w:tc>
          <w:tcPr>
            <w:tcW w:w="9670" w:type="dxa"/>
          </w:tcPr>
          <w:p w14:paraId="3B890618" w14:textId="77777777"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14:paraId="49EA3BA8" w14:textId="77777777" w:rsidR="0085747A" w:rsidRDefault="00384B39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0B337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2BBA2A9" w14:textId="07D602BC" w:rsidR="00A743E0" w:rsidRPr="009C54AE" w:rsidRDefault="00A743E0" w:rsidP="000B337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Uzyskanie pozytywnej oceny z egzaminu pisemnego.</w:t>
            </w:r>
          </w:p>
        </w:tc>
      </w:tr>
    </w:tbl>
    <w:p w14:paraId="3613C5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7CDC1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137AC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E1763FC" w14:textId="77777777" w:rsidTr="003E1941">
        <w:tc>
          <w:tcPr>
            <w:tcW w:w="4962" w:type="dxa"/>
            <w:vAlign w:val="center"/>
          </w:tcPr>
          <w:p w14:paraId="5A59EEC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29EA8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C859EA8" w14:textId="77777777" w:rsidTr="00923D7D">
        <w:tc>
          <w:tcPr>
            <w:tcW w:w="4962" w:type="dxa"/>
          </w:tcPr>
          <w:p w14:paraId="526388B2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F7FFFD0" w14:textId="7541DD4A" w:rsidR="0085747A" w:rsidRPr="009C54AE" w:rsidRDefault="00A743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25DE4644" w14:textId="77777777" w:rsidTr="00923D7D">
        <w:tc>
          <w:tcPr>
            <w:tcW w:w="4962" w:type="dxa"/>
          </w:tcPr>
          <w:p w14:paraId="2D2499E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5B0B1DF7" w14:textId="77777777" w:rsidR="00C61DC5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70310AF5" w14:textId="17A37C28" w:rsidR="00A743E0" w:rsidRPr="009C54AE" w:rsidRDefault="00A743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14:paraId="247E4341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9ADFD67" w14:textId="77777777" w:rsidR="00A86535" w:rsidRDefault="00A743E0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  <w:p w14:paraId="1AE6DDF8" w14:textId="42DF1C9A" w:rsidR="00A743E0" w:rsidRPr="009C54AE" w:rsidRDefault="00A743E0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B3A670E" w14:textId="77777777" w:rsidTr="00923D7D">
        <w:tc>
          <w:tcPr>
            <w:tcW w:w="4962" w:type="dxa"/>
          </w:tcPr>
          <w:p w14:paraId="5B3A6A01" w14:textId="690BA3E9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  <w:r w:rsidR="008C0047">
              <w:rPr>
                <w:rFonts w:ascii="Corbel" w:hAnsi="Corbel"/>
                <w:sz w:val="24"/>
                <w:szCs w:val="24"/>
              </w:rPr>
              <w:t>:</w:t>
            </w:r>
          </w:p>
          <w:p w14:paraId="0185A2F0" w14:textId="77777777" w:rsidR="008C0047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341FC77" w14:textId="77777777" w:rsidR="00C61DC5" w:rsidRDefault="00384B39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="008C0047">
              <w:rPr>
                <w:rFonts w:ascii="Corbel" w:hAnsi="Corbel"/>
                <w:sz w:val="24"/>
                <w:szCs w:val="24"/>
              </w:rPr>
              <w:t>,</w:t>
            </w:r>
          </w:p>
          <w:p w14:paraId="6AEE324A" w14:textId="7517A0F1" w:rsidR="00A743E0" w:rsidRDefault="00A743E0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egzaminu,</w:t>
            </w:r>
          </w:p>
          <w:p w14:paraId="6B019741" w14:textId="67D6C543" w:rsidR="008C0047" w:rsidRPr="009C54AE" w:rsidRDefault="008C0047" w:rsidP="008C004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przedmiotowej.</w:t>
            </w:r>
          </w:p>
        </w:tc>
        <w:tc>
          <w:tcPr>
            <w:tcW w:w="4677" w:type="dxa"/>
          </w:tcPr>
          <w:p w14:paraId="6B708A52" w14:textId="5B2D520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6831A21" w14:textId="77777777" w:rsidR="008C0047" w:rsidRDefault="008C0047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36355B" w14:textId="58DAB7A9" w:rsidR="008C0047" w:rsidRDefault="00A743E0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  <w:p w14:paraId="5CD1CE12" w14:textId="03AF218D" w:rsidR="00A743E0" w:rsidRDefault="00A743E0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884BBF3" w14:textId="7B0399D2" w:rsidR="00A743E0" w:rsidRDefault="00A743E0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37149239" w14:textId="30D04680" w:rsidR="00A743E0" w:rsidRPr="009C54AE" w:rsidRDefault="00A743E0" w:rsidP="00A743E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85747A" w:rsidRPr="009C54AE" w14:paraId="38437022" w14:textId="77777777" w:rsidTr="00923D7D">
        <w:tc>
          <w:tcPr>
            <w:tcW w:w="4962" w:type="dxa"/>
          </w:tcPr>
          <w:p w14:paraId="7A904F7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4557BC" w14:textId="5C2EE320" w:rsidR="0085747A" w:rsidRPr="009C54AE" w:rsidRDefault="00A743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14:paraId="4C46D4AD" w14:textId="77777777" w:rsidTr="00923D7D">
        <w:tc>
          <w:tcPr>
            <w:tcW w:w="4962" w:type="dxa"/>
          </w:tcPr>
          <w:p w14:paraId="0E31A1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11F63DD" w14:textId="19FD3F09" w:rsidR="0085747A" w:rsidRPr="009C54AE" w:rsidRDefault="00A743E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459BD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1D8E99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864FA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0AA6E9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EEF392D" w14:textId="77777777" w:rsidTr="0071620A">
        <w:trPr>
          <w:trHeight w:val="397"/>
        </w:trPr>
        <w:tc>
          <w:tcPr>
            <w:tcW w:w="3544" w:type="dxa"/>
          </w:tcPr>
          <w:p w14:paraId="656093A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0D6BD9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47E903CB" w14:textId="77777777" w:rsidTr="0071620A">
        <w:trPr>
          <w:trHeight w:val="397"/>
        </w:trPr>
        <w:tc>
          <w:tcPr>
            <w:tcW w:w="3544" w:type="dxa"/>
          </w:tcPr>
          <w:p w14:paraId="2A7148E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707237B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14361F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12AED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CAC4C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95B2D" w:rsidRPr="009C54AE" w14:paraId="2E27B3AF" w14:textId="77777777" w:rsidTr="004E590B">
        <w:trPr>
          <w:trHeight w:val="397"/>
        </w:trPr>
        <w:tc>
          <w:tcPr>
            <w:tcW w:w="7513" w:type="dxa"/>
          </w:tcPr>
          <w:p w14:paraId="195A6128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t>Literatura podstawowa:</w:t>
            </w:r>
          </w:p>
          <w:p w14:paraId="3B4E0350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Brągiel J., Badora S.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Formy opieki, wychowania i wsparcia                                 w zreformowanym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Opolski, Opole 2005.</w:t>
            </w:r>
          </w:p>
          <w:p w14:paraId="3AE1EE5A" w14:textId="77777777" w:rsidR="00695B2D" w:rsidRPr="00AE1D0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Krajewska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Instytucje wsparcia dziecka i rodziny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2010.</w:t>
            </w:r>
          </w:p>
          <w:p w14:paraId="0881C7D1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Akademia Pedagogiki Specjalnej, 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5.</w:t>
            </w:r>
          </w:p>
          <w:p w14:paraId="75DB5D96" w14:textId="77777777" w:rsidR="00695B2D" w:rsidRPr="0079561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Klonowska I.,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Uspołeczniające, profilaktyczne i resocjalizacyjne funkcje Policji w perspektywie współczesnej pedagogiki resocjalizacyjnej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IMPULS, Kraków 2018.</w:t>
            </w:r>
          </w:p>
          <w:p w14:paraId="7BA23A53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Łuczyński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Dzieci w rodzinach zastępczych i dysfunkcjonalnych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KUL, Lublin 2008.</w:t>
            </w:r>
          </w:p>
          <w:p w14:paraId="19A485A7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Winogrodzka L.,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i ich dzieci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UMCS, Lublin 2007.</w:t>
            </w:r>
          </w:p>
          <w:p w14:paraId="57A8291D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Badora S., Zięba-Kołodziej B., Róg A.,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 w lokalnym systemie pomocy społecznej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PWSZ, Tarnobrzeg 2015.</w:t>
            </w:r>
          </w:p>
          <w:p w14:paraId="693E2861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Zarys metodyki pracy kuratora sądowego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Wolters Kluwer, Warszawa 2018.</w:t>
            </w:r>
          </w:p>
          <w:p w14:paraId="06C19932" w14:textId="77777777" w:rsidR="00051BDE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Urban B., Stanik J.M.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Resocjalizacja. Tom I, 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2008.</w:t>
            </w:r>
          </w:p>
          <w:p w14:paraId="4C1EC092" w14:textId="77777777" w:rsidR="00051BDE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Ciosek M., Pastwa-Wojciechowska B.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Psychologia penitencjarna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PWN, Warszawa 2016.</w:t>
            </w:r>
          </w:p>
          <w:p w14:paraId="1ED5D1D7" w14:textId="4044D78C" w:rsidR="00051BDE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Barczykowska A., Dzierżyńska-Breś S., Muskała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Systemy oddziaływań resocjalizacyjnych Anglii i Stanów Zjednoczonych Ameryki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UAM, Poznań 2015.</w:t>
            </w:r>
          </w:p>
          <w:p w14:paraId="51DC2D45" w14:textId="52CE7DB9" w:rsidR="00051BDE" w:rsidRPr="00C32AB0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Felczak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Polski system penitencjarny. Racjonalizacja kosztów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DIFIN, Warszawa 2014.</w:t>
            </w:r>
          </w:p>
          <w:p w14:paraId="10A01231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Resocjalizacja: zagadnienia prawne, społeczne                              i 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67E6AC6D" w14:textId="77777777" w:rsidR="00695B2D" w:rsidRPr="00BB58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Ostrowska K.,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Psychologia resocjalizacyjna. W kierunku nowej specjalności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psychologii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Fraszka Edukacyjna, Warszawa 2008.</w:t>
            </w:r>
          </w:p>
          <w:p w14:paraId="1771CE82" w14:textId="77777777" w:rsidR="00695B2D" w:rsidRPr="00DF6F75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Włodarczyk-Madejska J.,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Opiniodawczych Zespołów Sądowych Specjalistów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Instytut Wymiaru Sprawiedliwości, Warszawa 2017.</w:t>
            </w:r>
          </w:p>
          <w:p w14:paraId="040BFCD7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Skałbania B.,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Poradnictwo pedagogiczne: przegląd wybranych zagadnień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IMPULS, Kraków 2009.</w:t>
            </w:r>
          </w:p>
          <w:p w14:paraId="5AEF6CA4" w14:textId="77777777" w:rsidR="00695B2D" w:rsidRPr="00F53DEB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Śliwa S.,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Wybrane problemy resocjalizacji nieletnich w młodzieżowych ośrodkach wychowawczych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Wyższa Szkoła Zarządzania i Administracji, Opole 2013.</w:t>
            </w:r>
          </w:p>
        </w:tc>
      </w:tr>
      <w:tr w:rsidR="00695B2D" w:rsidRPr="009C54AE" w14:paraId="50D89305" w14:textId="77777777" w:rsidTr="004E590B">
        <w:trPr>
          <w:trHeight w:val="397"/>
        </w:trPr>
        <w:tc>
          <w:tcPr>
            <w:tcW w:w="7513" w:type="dxa"/>
          </w:tcPr>
          <w:p w14:paraId="44250DD3" w14:textId="77777777" w:rsidR="00695B2D" w:rsidRPr="00BE45B3" w:rsidRDefault="00695B2D" w:rsidP="004E590B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  <w:u w:val="single"/>
              </w:rPr>
            </w:pPr>
            <w:r w:rsidRPr="00BE45B3">
              <w:rPr>
                <w:rFonts w:ascii="Corbel" w:hAnsi="Corbel"/>
                <w:bCs/>
                <w:smallCaps w:val="0"/>
                <w:szCs w:val="24"/>
                <w:u w:val="single"/>
              </w:rPr>
              <w:lastRenderedPageBreak/>
              <w:t xml:space="preserve">Literatura uzupełniająca: </w:t>
            </w:r>
          </w:p>
          <w:p w14:paraId="5C903BE8" w14:textId="77777777" w:rsidR="00695B2D" w:rsidRPr="007F40A6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Wosik-Kawala D.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Rodzinne i instytucjonalne środowiska opiekuńczo-wychowawcze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UMCS, Lublin 2012.</w:t>
            </w:r>
          </w:p>
          <w:p w14:paraId="24570E79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Działalność profilaktyczna resocjalizacyjna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            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14:paraId="3AD2ED9B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Kudlak G. (red.),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Instytucjonalna resocjalizacja nieletnich: wyzwania                            i perspektywy rozwoju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DIFIN, Warszawa 2016.</w:t>
            </w:r>
          </w:p>
          <w:p w14:paraId="35E9A3CD" w14:textId="77777777" w:rsidR="00051BDE" w:rsidRDefault="00051BDE" w:rsidP="00051BD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Kalinowski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Resocjalizacja nieletnich w państwach europejskich                            i pozaeuropejskich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Akademia Pedagogiki Specjalnej, Warszawa 2005.</w:t>
            </w:r>
          </w:p>
          <w:p w14:paraId="48F22F3F" w14:textId="77777777" w:rsidR="00695B2D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Efektywność instytucjonalnych form pomocy na rzecz młodzieży zagrożonej wykluczeniem społecznym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Fundacja „Masz szansę”, Lublin 2008.</w:t>
            </w:r>
          </w:p>
          <w:p w14:paraId="0E0B58DC" w14:textId="77777777" w:rsidR="00695B2D" w:rsidRPr="0006356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Łukaszek M.,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Szorstka młodość: socjalizacyjne wyznaczniki zachowań seksualnych młodzieży (na podstawie badań wychowanków Ochotniczych Hufców Pracy)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Rzeszowski, Rzeszów 2013.</w:t>
            </w:r>
          </w:p>
          <w:p w14:paraId="645CA2A5" w14:textId="77777777" w:rsidR="00695B2D" w:rsidRPr="00D3297E" w:rsidRDefault="00695B2D" w:rsidP="004E590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Andrzejewski M. (red.), 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Rodziny zastępcze: problematyka prawna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„Dom Organizatora”, Toruń 2006.</w:t>
            </w:r>
          </w:p>
        </w:tc>
      </w:tr>
    </w:tbl>
    <w:p w14:paraId="36D3820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3106C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2DE33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9C9E5" w14:textId="77777777" w:rsidR="009F2A82" w:rsidRDefault="009F2A82" w:rsidP="00C16ABF">
      <w:pPr>
        <w:spacing w:after="0" w:line="240" w:lineRule="auto"/>
      </w:pPr>
      <w:r>
        <w:separator/>
      </w:r>
    </w:p>
  </w:endnote>
  <w:endnote w:type="continuationSeparator" w:id="0">
    <w:p w14:paraId="790924AF" w14:textId="77777777" w:rsidR="009F2A82" w:rsidRDefault="009F2A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34FFA" w14:textId="77777777" w:rsidR="009F2A82" w:rsidRDefault="009F2A82" w:rsidP="00C16ABF">
      <w:pPr>
        <w:spacing w:after="0" w:line="240" w:lineRule="auto"/>
      </w:pPr>
      <w:r>
        <w:separator/>
      </w:r>
    </w:p>
  </w:footnote>
  <w:footnote w:type="continuationSeparator" w:id="0">
    <w:p w14:paraId="69CD9B8D" w14:textId="77777777" w:rsidR="009F2A82" w:rsidRDefault="009F2A82" w:rsidP="00C16ABF">
      <w:pPr>
        <w:spacing w:after="0" w:line="240" w:lineRule="auto"/>
      </w:pPr>
      <w:r>
        <w:continuationSeparator/>
      </w:r>
    </w:p>
  </w:footnote>
  <w:footnote w:id="1">
    <w:p w14:paraId="0554D106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F0528"/>
    <w:multiLevelType w:val="hybridMultilevel"/>
    <w:tmpl w:val="0E4CC09E"/>
    <w:lvl w:ilvl="0" w:tplc="B9B4C8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9436770">
    <w:abstractNumId w:val="1"/>
  </w:num>
  <w:num w:numId="2" w16cid:durableId="169588756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2EDD"/>
    <w:rsid w:val="00042A51"/>
    <w:rsid w:val="00042D2E"/>
    <w:rsid w:val="00044C82"/>
    <w:rsid w:val="00051BDE"/>
    <w:rsid w:val="0006255C"/>
    <w:rsid w:val="0006356E"/>
    <w:rsid w:val="00070ED6"/>
    <w:rsid w:val="000742DC"/>
    <w:rsid w:val="00084C12"/>
    <w:rsid w:val="00090ED7"/>
    <w:rsid w:val="0009462C"/>
    <w:rsid w:val="00094B12"/>
    <w:rsid w:val="00095824"/>
    <w:rsid w:val="00096C46"/>
    <w:rsid w:val="000A2092"/>
    <w:rsid w:val="000A296F"/>
    <w:rsid w:val="000A2A28"/>
    <w:rsid w:val="000B192D"/>
    <w:rsid w:val="000B28EE"/>
    <w:rsid w:val="000B3376"/>
    <w:rsid w:val="000B3E37"/>
    <w:rsid w:val="000D04B0"/>
    <w:rsid w:val="000E184B"/>
    <w:rsid w:val="000F1C57"/>
    <w:rsid w:val="000F5615"/>
    <w:rsid w:val="00107BD0"/>
    <w:rsid w:val="00122DD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2D1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5703"/>
    <w:rsid w:val="00277119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3A9"/>
    <w:rsid w:val="002D3375"/>
    <w:rsid w:val="002D73D4"/>
    <w:rsid w:val="002F02A3"/>
    <w:rsid w:val="002F1FB1"/>
    <w:rsid w:val="002F4ABE"/>
    <w:rsid w:val="003018BA"/>
    <w:rsid w:val="0030395F"/>
    <w:rsid w:val="00305C92"/>
    <w:rsid w:val="0031334B"/>
    <w:rsid w:val="003151C5"/>
    <w:rsid w:val="003343CF"/>
    <w:rsid w:val="00346FE9"/>
    <w:rsid w:val="0034759A"/>
    <w:rsid w:val="003503F6"/>
    <w:rsid w:val="00350DA1"/>
    <w:rsid w:val="003530DD"/>
    <w:rsid w:val="00363F78"/>
    <w:rsid w:val="003776C4"/>
    <w:rsid w:val="00384B39"/>
    <w:rsid w:val="003A0A5B"/>
    <w:rsid w:val="003A1176"/>
    <w:rsid w:val="003B1B90"/>
    <w:rsid w:val="003C0BAE"/>
    <w:rsid w:val="003D18A9"/>
    <w:rsid w:val="003D1A34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6F4"/>
    <w:rsid w:val="0044418F"/>
    <w:rsid w:val="00445970"/>
    <w:rsid w:val="0045729E"/>
    <w:rsid w:val="00461EFC"/>
    <w:rsid w:val="004645AD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73E1"/>
    <w:rsid w:val="004F0EC6"/>
    <w:rsid w:val="004F1551"/>
    <w:rsid w:val="004F55A3"/>
    <w:rsid w:val="0050496F"/>
    <w:rsid w:val="005072A8"/>
    <w:rsid w:val="00513B6F"/>
    <w:rsid w:val="0051589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36134"/>
    <w:rsid w:val="00644037"/>
    <w:rsid w:val="00647FA8"/>
    <w:rsid w:val="00650C5F"/>
    <w:rsid w:val="00654934"/>
    <w:rsid w:val="00654EF8"/>
    <w:rsid w:val="006620D9"/>
    <w:rsid w:val="00671958"/>
    <w:rsid w:val="00675843"/>
    <w:rsid w:val="00695B2D"/>
    <w:rsid w:val="00696477"/>
    <w:rsid w:val="006A14A0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D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D5"/>
    <w:rsid w:val="007F1652"/>
    <w:rsid w:val="007F40A6"/>
    <w:rsid w:val="007F4155"/>
    <w:rsid w:val="0081554D"/>
    <w:rsid w:val="0081707E"/>
    <w:rsid w:val="0083292D"/>
    <w:rsid w:val="008449B3"/>
    <w:rsid w:val="0085747A"/>
    <w:rsid w:val="0086111C"/>
    <w:rsid w:val="00884922"/>
    <w:rsid w:val="00885F64"/>
    <w:rsid w:val="008917F9"/>
    <w:rsid w:val="008935E2"/>
    <w:rsid w:val="008A45F7"/>
    <w:rsid w:val="008C0047"/>
    <w:rsid w:val="008C0CC0"/>
    <w:rsid w:val="008C19A9"/>
    <w:rsid w:val="008C379D"/>
    <w:rsid w:val="008C5147"/>
    <w:rsid w:val="008C5359"/>
    <w:rsid w:val="008C5363"/>
    <w:rsid w:val="008D3DFB"/>
    <w:rsid w:val="008D71FE"/>
    <w:rsid w:val="008E64F4"/>
    <w:rsid w:val="008F12C9"/>
    <w:rsid w:val="008F6E29"/>
    <w:rsid w:val="00916188"/>
    <w:rsid w:val="00923D7D"/>
    <w:rsid w:val="00927428"/>
    <w:rsid w:val="009508DF"/>
    <w:rsid w:val="00950DAC"/>
    <w:rsid w:val="00954A07"/>
    <w:rsid w:val="00997F14"/>
    <w:rsid w:val="009A78D9"/>
    <w:rsid w:val="009C1331"/>
    <w:rsid w:val="009C1CBC"/>
    <w:rsid w:val="009C3E31"/>
    <w:rsid w:val="009C4AF5"/>
    <w:rsid w:val="009C54AE"/>
    <w:rsid w:val="009C788E"/>
    <w:rsid w:val="009E3B41"/>
    <w:rsid w:val="009F2A82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21C"/>
    <w:rsid w:val="00A54817"/>
    <w:rsid w:val="00A55787"/>
    <w:rsid w:val="00A601C8"/>
    <w:rsid w:val="00A60799"/>
    <w:rsid w:val="00A743E0"/>
    <w:rsid w:val="00A84C85"/>
    <w:rsid w:val="00A86535"/>
    <w:rsid w:val="00A97DE1"/>
    <w:rsid w:val="00AB053C"/>
    <w:rsid w:val="00AB183B"/>
    <w:rsid w:val="00AD1146"/>
    <w:rsid w:val="00AD27D3"/>
    <w:rsid w:val="00AD66D6"/>
    <w:rsid w:val="00AE1160"/>
    <w:rsid w:val="00AE137D"/>
    <w:rsid w:val="00AE1D05"/>
    <w:rsid w:val="00AE203C"/>
    <w:rsid w:val="00AE2E74"/>
    <w:rsid w:val="00AE5FCB"/>
    <w:rsid w:val="00AE66F5"/>
    <w:rsid w:val="00AF2C1E"/>
    <w:rsid w:val="00B06142"/>
    <w:rsid w:val="00B135B1"/>
    <w:rsid w:val="00B22808"/>
    <w:rsid w:val="00B3130B"/>
    <w:rsid w:val="00B40ADB"/>
    <w:rsid w:val="00B43B77"/>
    <w:rsid w:val="00B43E80"/>
    <w:rsid w:val="00B607DB"/>
    <w:rsid w:val="00B63D0C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45B3"/>
    <w:rsid w:val="00BE5D2F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4A27"/>
    <w:rsid w:val="00C67E92"/>
    <w:rsid w:val="00C70A26"/>
    <w:rsid w:val="00C766DF"/>
    <w:rsid w:val="00C8123A"/>
    <w:rsid w:val="00C8127F"/>
    <w:rsid w:val="00C94B98"/>
    <w:rsid w:val="00CA2B96"/>
    <w:rsid w:val="00CA5089"/>
    <w:rsid w:val="00CA634C"/>
    <w:rsid w:val="00CA7BDC"/>
    <w:rsid w:val="00CB42CB"/>
    <w:rsid w:val="00CD4162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297E"/>
    <w:rsid w:val="00D352C9"/>
    <w:rsid w:val="00D425B2"/>
    <w:rsid w:val="00D428AD"/>
    <w:rsid w:val="00D428D6"/>
    <w:rsid w:val="00D476C7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6F75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167B"/>
    <w:rsid w:val="00ED32D2"/>
    <w:rsid w:val="00ED4D9E"/>
    <w:rsid w:val="00EE32DE"/>
    <w:rsid w:val="00EE47E9"/>
    <w:rsid w:val="00EE5457"/>
    <w:rsid w:val="00EE7CE0"/>
    <w:rsid w:val="00F070AB"/>
    <w:rsid w:val="00F17567"/>
    <w:rsid w:val="00F27A7B"/>
    <w:rsid w:val="00F42522"/>
    <w:rsid w:val="00F526AF"/>
    <w:rsid w:val="00F617C3"/>
    <w:rsid w:val="00F7066B"/>
    <w:rsid w:val="00F83B28"/>
    <w:rsid w:val="00FA46E5"/>
    <w:rsid w:val="00FB569B"/>
    <w:rsid w:val="00FB7DBA"/>
    <w:rsid w:val="00FC1C25"/>
    <w:rsid w:val="00FC3F45"/>
    <w:rsid w:val="00FD503F"/>
    <w:rsid w:val="00FD7589"/>
    <w:rsid w:val="00FE52BD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41F4"/>
  <w15:docId w15:val="{50A252FA-B15A-47A8-8B2C-2A7802D9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7DA46-0A2E-48F5-A96A-E118A46A7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755</TotalTime>
  <Pages>6</Pages>
  <Words>1726</Words>
  <Characters>10357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Agnieszka Wróbel-Chmiel</cp:lastModifiedBy>
  <cp:revision>18</cp:revision>
  <cp:lastPrinted>2019-02-06T12:12:00Z</cp:lastPrinted>
  <dcterms:created xsi:type="dcterms:W3CDTF">2019-10-29T14:10:00Z</dcterms:created>
  <dcterms:modified xsi:type="dcterms:W3CDTF">2023-06-09T16:16:00Z</dcterms:modified>
</cp:coreProperties>
</file>